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22DB061D"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C7500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594B1586"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 xml:space="preserve">Procurement </w:t>
      </w:r>
      <w:bookmarkEnd w:id="0"/>
      <w:bookmarkEnd w:id="1"/>
      <w:bookmarkEnd w:id="2"/>
      <w:bookmarkEnd w:id="3"/>
      <w:r w:rsidR="00F23D7F">
        <w:rPr>
          <w:b/>
          <w:lang w:val="en-GB"/>
        </w:rPr>
        <w:t xml:space="preserve">No. </w:t>
      </w:r>
      <w:r w:rsidR="0008611A">
        <w:rPr>
          <w:b/>
          <w:lang w:val="en-GB"/>
        </w:rPr>
        <w:t>16-G029-23</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70494E7"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C7500C">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4E321FA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4F8666C2"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627173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44B33BDA"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7485B774"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561EE6">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F499B" w14:textId="77777777" w:rsidR="007567AE" w:rsidRDefault="007567AE">
      <w:r>
        <w:separator/>
      </w:r>
    </w:p>
  </w:endnote>
  <w:endnote w:type="continuationSeparator" w:id="0">
    <w:p w14:paraId="60BB800C" w14:textId="77777777" w:rsidR="007567AE" w:rsidRDefault="007567AE">
      <w:r>
        <w:continuationSeparator/>
      </w:r>
    </w:p>
  </w:endnote>
  <w:endnote w:type="continuationNotice" w:id="1">
    <w:p w14:paraId="01B30B4D" w14:textId="77777777" w:rsidR="007567AE" w:rsidRDefault="00756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23D7F" w:rsidRPr="00F23D7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23D7F" w:rsidRPr="00F23D7F">
      <w:rPr>
        <w:noProof/>
        <w:color w:val="17365D" w:themeColor="text2" w:themeShade="BF"/>
        <w:lang w:val="sv-SE"/>
      </w:rPr>
      <w:t>4</w:t>
    </w:r>
    <w:r>
      <w:rPr>
        <w:color w:val="17365D" w:themeColor="text2" w:themeShade="BF"/>
      </w:rPr>
      <w:fldChar w:fldCharType="end"/>
    </w:r>
  </w:p>
  <w:p w14:paraId="213B5D63" w14:textId="319BCA89" w:rsidR="00133D55" w:rsidRDefault="00133D55" w:rsidP="004878F3">
    <w:pPr>
      <w:pStyle w:val="Footer"/>
    </w:pPr>
    <w:r>
      <w:fldChar w:fldCharType="begin"/>
    </w:r>
    <w:r>
      <w:instrText xml:space="preserve"> DATE \@ "yyyy-MM-dd" </w:instrText>
    </w:r>
    <w:r>
      <w:fldChar w:fldCharType="separate"/>
    </w:r>
    <w:r w:rsidR="0008611A">
      <w:rPr>
        <w:noProof/>
      </w:rPr>
      <w:t>2023-08-24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B1E16" w14:textId="77777777" w:rsidR="007567AE" w:rsidRDefault="007567AE">
      <w:r>
        <w:separator/>
      </w:r>
    </w:p>
  </w:footnote>
  <w:footnote w:type="continuationSeparator" w:id="0">
    <w:p w14:paraId="16810ACC" w14:textId="77777777" w:rsidR="007567AE" w:rsidRDefault="007567AE">
      <w:r>
        <w:continuationSeparator/>
      </w:r>
    </w:p>
  </w:footnote>
  <w:footnote w:type="continuationNotice" w:id="1">
    <w:p w14:paraId="4D2527A5" w14:textId="77777777" w:rsidR="007567AE" w:rsidRDefault="007567AE"/>
  </w:footnote>
  <w:footnote w:id="2">
    <w:p w14:paraId="0C7F15F2" w14:textId="74E535F8"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C7500C">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251226C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22A"/>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01D7"/>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11A"/>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E464E"/>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178EC"/>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EE6"/>
    <w:rsid w:val="005621DD"/>
    <w:rsid w:val="0056322E"/>
    <w:rsid w:val="00564E31"/>
    <w:rsid w:val="00564F49"/>
    <w:rsid w:val="0056555F"/>
    <w:rsid w:val="0056665C"/>
    <w:rsid w:val="005675F8"/>
    <w:rsid w:val="00571730"/>
    <w:rsid w:val="005718DF"/>
    <w:rsid w:val="005734D8"/>
    <w:rsid w:val="00573E62"/>
    <w:rsid w:val="005766C4"/>
    <w:rsid w:val="00577AB3"/>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0EB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633"/>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841"/>
    <w:rsid w:val="00745BD7"/>
    <w:rsid w:val="00747017"/>
    <w:rsid w:val="00747E01"/>
    <w:rsid w:val="00747F3E"/>
    <w:rsid w:val="0075192B"/>
    <w:rsid w:val="007520B3"/>
    <w:rsid w:val="0075500B"/>
    <w:rsid w:val="00755D1D"/>
    <w:rsid w:val="007567AE"/>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216"/>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480"/>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00C"/>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3D7F"/>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97D831D2-5434-47AE-8DDD-AB283C68D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1007</Words>
  <Characters>5743</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6737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7</cp:revision>
  <cp:lastPrinted>2013-10-18T08:32:00Z</cp:lastPrinted>
  <dcterms:created xsi:type="dcterms:W3CDTF">2020-07-06T12:50:00Z</dcterms:created>
  <dcterms:modified xsi:type="dcterms:W3CDTF">2023-08-23T23:33:00Z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